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C66EA" w14:textId="519088B7" w:rsidR="00F419E7" w:rsidRPr="00AF7D44" w:rsidRDefault="00295E4C">
      <w:pPr>
        <w:pStyle w:val="Heading1"/>
      </w:pPr>
      <w:r w:rsidRPr="00AF7D44">
        <w:t>Topic</w:t>
      </w:r>
      <w:r w:rsidR="00F419E7" w:rsidRPr="00AF7D44">
        <w:t xml:space="preserve"> </w:t>
      </w:r>
      <w:r w:rsidR="002B582F" w:rsidRPr="00AF7D44">
        <w:t>3</w:t>
      </w:r>
      <w:r w:rsidR="005E5E3A">
        <w:t xml:space="preserve"> – Practical 1</w:t>
      </w:r>
    </w:p>
    <w:p w14:paraId="4504F4A7" w14:textId="726A3B77" w:rsidR="00F419E7" w:rsidRPr="00AF7D44" w:rsidRDefault="00464AF8" w:rsidP="0019329D">
      <w:pPr>
        <w:pStyle w:val="Heading2"/>
        <w:spacing w:after="120"/>
        <w:rPr>
          <w:i/>
        </w:rPr>
      </w:pPr>
      <w:r w:rsidRPr="00AF7D44">
        <w:rPr>
          <w:i/>
        </w:rPr>
        <w:t>Determining</w:t>
      </w:r>
      <w:r w:rsidR="007B25B6" w:rsidRPr="00AF7D44">
        <w:rPr>
          <w:i/>
        </w:rPr>
        <w:t xml:space="preserve"> the </w:t>
      </w:r>
      <w:r w:rsidR="00F25C9C" w:rsidRPr="00AF7D44">
        <w:rPr>
          <w:i/>
        </w:rPr>
        <w:t xml:space="preserve">specific heat capacity </w:t>
      </w:r>
      <w:r w:rsidRPr="00AF7D44">
        <w:rPr>
          <w:i/>
        </w:rPr>
        <w:t>(SHC) of a metal using a calorimeter</w:t>
      </w:r>
    </w:p>
    <w:p w14:paraId="6A2A75BE" w14:textId="77777777" w:rsidR="0019329D" w:rsidRPr="00AF7D44" w:rsidRDefault="0019329D" w:rsidP="00645310">
      <w:pPr>
        <w:pStyle w:val="Heading3"/>
        <w:spacing w:before="240"/>
      </w:pPr>
      <w:r w:rsidRPr="00AF7D44">
        <w:t>Safety</w:t>
      </w:r>
    </w:p>
    <w:p w14:paraId="79F3FA5F" w14:textId="77777777" w:rsidR="00295E4C" w:rsidRPr="00BC1D8D" w:rsidRDefault="002B582F" w:rsidP="002617AD">
      <w:pPr>
        <w:pStyle w:val="Liststyle"/>
        <w:ind w:left="0" w:firstLine="0"/>
      </w:pPr>
      <w:r w:rsidRPr="00BC1D8D">
        <w:t>Be careful when heating water, its containers and all objects that are hot due to contact with</w:t>
      </w:r>
      <w:r w:rsidR="002617AD" w:rsidRPr="00BC1D8D">
        <w:t xml:space="preserve"> the flame or </w:t>
      </w:r>
      <w:r w:rsidRPr="00BC1D8D">
        <w:t>hot water.</w:t>
      </w:r>
    </w:p>
    <w:p w14:paraId="1FD9147C" w14:textId="77777777" w:rsidR="00295E4C" w:rsidRPr="00AF7D44" w:rsidRDefault="00295E4C" w:rsidP="00645310">
      <w:pPr>
        <w:pStyle w:val="Heading3"/>
        <w:spacing w:before="240"/>
      </w:pPr>
      <w:r w:rsidRPr="00AF7D44">
        <w:t>Apparatus and materials</w:t>
      </w:r>
    </w:p>
    <w:p w14:paraId="65F3AA31" w14:textId="77777777" w:rsidR="0003284D" w:rsidRPr="00BC1D8D" w:rsidRDefault="00F25C9C" w:rsidP="0003284D">
      <w:pPr>
        <w:pStyle w:val="Liststyle"/>
        <w:numPr>
          <w:ilvl w:val="0"/>
          <w:numId w:val="7"/>
        </w:numPr>
      </w:pPr>
      <w:r w:rsidRPr="00BC1D8D">
        <w:t xml:space="preserve">insulated copper </w:t>
      </w:r>
      <w:r w:rsidR="002617AD" w:rsidRPr="00BC1D8D">
        <w:t>calorimeter (inner cooper can +</w:t>
      </w:r>
      <w:bookmarkStart w:id="0" w:name="_GoBack"/>
      <w:bookmarkEnd w:id="0"/>
      <w:r w:rsidR="002617AD" w:rsidRPr="00BC1D8D">
        <w:t xml:space="preserve"> insulation + outer can)</w:t>
      </w:r>
    </w:p>
    <w:p w14:paraId="4FD50F23" w14:textId="70782A6E" w:rsidR="009867A3" w:rsidRPr="00BC1D8D" w:rsidRDefault="00F25C9C" w:rsidP="0003284D">
      <w:pPr>
        <w:pStyle w:val="Liststyle"/>
        <w:numPr>
          <w:ilvl w:val="0"/>
          <w:numId w:val="7"/>
        </w:numPr>
      </w:pPr>
      <w:r w:rsidRPr="00BC1D8D">
        <w:t xml:space="preserve">thermometers </w:t>
      </w:r>
      <w:r w:rsidR="009867A3" w:rsidRPr="00BC1D8D">
        <w:t>or temperature sensors</w:t>
      </w:r>
    </w:p>
    <w:p w14:paraId="3BB29CCA" w14:textId="4D00B4DF" w:rsidR="002617AD" w:rsidRPr="00BC1D8D" w:rsidRDefault="00F25C9C" w:rsidP="0003284D">
      <w:pPr>
        <w:pStyle w:val="Liststyle"/>
        <w:numPr>
          <w:ilvl w:val="0"/>
          <w:numId w:val="7"/>
        </w:numPr>
      </w:pPr>
      <w:r w:rsidRPr="00BC1D8D">
        <w:t xml:space="preserve">block </w:t>
      </w:r>
      <w:r w:rsidR="002617AD" w:rsidRPr="00BC1D8D">
        <w:t>of metal (known metal, dimensions suitable to fit in the calorimeter</w:t>
      </w:r>
      <w:r w:rsidR="00676F54" w:rsidRPr="00BC1D8D">
        <w:t>, string of insulating material attached</w:t>
      </w:r>
      <w:r w:rsidR="002617AD" w:rsidRPr="00BC1D8D">
        <w:t>)</w:t>
      </w:r>
    </w:p>
    <w:p w14:paraId="4E35BA83" w14:textId="210C7348" w:rsidR="002617AD" w:rsidRPr="00BC1D8D" w:rsidRDefault="00F25C9C" w:rsidP="0003284D">
      <w:pPr>
        <w:pStyle w:val="Liststyle"/>
        <w:numPr>
          <w:ilvl w:val="0"/>
          <w:numId w:val="7"/>
        </w:numPr>
      </w:pPr>
      <w:r w:rsidRPr="00BC1D8D">
        <w:t>beaker</w:t>
      </w:r>
    </w:p>
    <w:p w14:paraId="7E411837" w14:textId="75AF532A" w:rsidR="002617AD" w:rsidRPr="00BC1D8D" w:rsidRDefault="00F25C9C" w:rsidP="0003284D">
      <w:pPr>
        <w:pStyle w:val="Liststyle"/>
        <w:numPr>
          <w:ilvl w:val="0"/>
          <w:numId w:val="7"/>
        </w:numPr>
      </w:pPr>
      <w:r w:rsidRPr="00BC1D8D">
        <w:t>top</w:t>
      </w:r>
      <w:r w:rsidR="002617AD" w:rsidRPr="00BC1D8D">
        <w:t>-pan balance</w:t>
      </w:r>
    </w:p>
    <w:p w14:paraId="224AF403" w14:textId="6216736F" w:rsidR="002617AD" w:rsidRPr="00BC1D8D" w:rsidRDefault="00F25C9C" w:rsidP="0003284D">
      <w:pPr>
        <w:pStyle w:val="Liststyle"/>
        <w:numPr>
          <w:ilvl w:val="0"/>
          <w:numId w:val="7"/>
        </w:numPr>
      </w:pPr>
      <w:r w:rsidRPr="00BC1D8D">
        <w:t xml:space="preserve">copper </w:t>
      </w:r>
      <w:r w:rsidR="002617AD" w:rsidRPr="00BC1D8D">
        <w:t>stirrer</w:t>
      </w:r>
    </w:p>
    <w:p w14:paraId="307FDEA6" w14:textId="77777777" w:rsidR="002617AD" w:rsidRPr="00BC1D8D" w:rsidRDefault="002617AD" w:rsidP="0003284D">
      <w:pPr>
        <w:pStyle w:val="Liststyle"/>
        <w:numPr>
          <w:ilvl w:val="0"/>
          <w:numId w:val="7"/>
        </w:numPr>
      </w:pPr>
      <w:r w:rsidRPr="00BC1D8D">
        <w:t>Bunsen burner</w:t>
      </w:r>
    </w:p>
    <w:p w14:paraId="348D4BB0" w14:textId="125748DC" w:rsidR="00D05421" w:rsidRPr="00BC1D8D" w:rsidRDefault="00F25C9C" w:rsidP="0003284D">
      <w:pPr>
        <w:pStyle w:val="Liststyle"/>
        <w:numPr>
          <w:ilvl w:val="0"/>
          <w:numId w:val="7"/>
        </w:numPr>
      </w:pPr>
      <w:r w:rsidRPr="00BC1D8D">
        <w:t xml:space="preserve">lighter </w:t>
      </w:r>
    </w:p>
    <w:p w14:paraId="2B9D806C" w14:textId="3992EA1A" w:rsidR="002617AD" w:rsidRPr="00BC1D8D" w:rsidRDefault="00F25C9C" w:rsidP="0003284D">
      <w:pPr>
        <w:pStyle w:val="Liststyle"/>
        <w:numPr>
          <w:ilvl w:val="0"/>
          <w:numId w:val="7"/>
        </w:numPr>
      </w:pPr>
      <w:r w:rsidRPr="00BC1D8D">
        <w:t xml:space="preserve">tripod </w:t>
      </w:r>
      <w:r w:rsidR="002617AD" w:rsidRPr="00BC1D8D">
        <w:t>and gauze</w:t>
      </w:r>
    </w:p>
    <w:p w14:paraId="54546EC6" w14:textId="542BBA8A" w:rsidR="009867A3" w:rsidRPr="00BC1D8D" w:rsidRDefault="00F25C9C" w:rsidP="002617AD">
      <w:pPr>
        <w:pStyle w:val="Liststyle"/>
        <w:numPr>
          <w:ilvl w:val="0"/>
          <w:numId w:val="7"/>
        </w:numPr>
      </w:pPr>
      <w:r w:rsidRPr="00BC1D8D">
        <w:t>heat</w:t>
      </w:r>
      <w:r w:rsidR="002617AD" w:rsidRPr="00BC1D8D">
        <w:t>-proof tile</w:t>
      </w:r>
    </w:p>
    <w:p w14:paraId="462A7CF8" w14:textId="77777777" w:rsidR="00295E4C" w:rsidRPr="00AF7D44" w:rsidRDefault="00295E4C" w:rsidP="00645310">
      <w:pPr>
        <w:pStyle w:val="Heading3"/>
        <w:spacing w:before="240"/>
      </w:pPr>
      <w:r w:rsidRPr="00AF7D44">
        <w:t>Introduction</w:t>
      </w:r>
    </w:p>
    <w:p w14:paraId="6709042B" w14:textId="7BDFF784" w:rsidR="0091236E" w:rsidRPr="00BC1D8D" w:rsidRDefault="005E5E3A" w:rsidP="00295E4C">
      <w:r>
        <w:t>The heat</w:t>
      </w:r>
      <w:r w:rsidR="00676F54" w:rsidRPr="00BC1D8D">
        <w:t xml:space="preserve"> </w:t>
      </w:r>
      <w:r w:rsidR="00676F54" w:rsidRPr="008754C3">
        <w:rPr>
          <w:i/>
        </w:rPr>
        <w:t>Q</w:t>
      </w:r>
      <w:r>
        <w:t xml:space="preserve"> </w:t>
      </w:r>
      <w:r w:rsidR="00676F54" w:rsidRPr="00BC1D8D">
        <w:t>transferred to or from a substance is given by</w:t>
      </w:r>
      <w:r>
        <w:t>:</w:t>
      </w:r>
      <w:r w:rsidR="001162E6" w:rsidRPr="00BC1D8D">
        <w:t xml:space="preserve"> </w:t>
      </w:r>
    </w:p>
    <w:p w14:paraId="5FF1C9CC" w14:textId="2CA02AD5" w:rsidR="0091236E" w:rsidRPr="00BC1D8D" w:rsidRDefault="00676F54" w:rsidP="0091236E">
      <w:pPr>
        <w:jc w:val="center"/>
        <w:rPr>
          <w:vertAlign w:val="superscript"/>
        </w:rPr>
      </w:pPr>
      <m:oMathPara>
        <m:oMath>
          <m:r>
            <w:rPr>
              <w:rFonts w:ascii="Cambria Math" w:hAnsi="Cambria Math"/>
            </w:rPr>
            <m:t>Q=m c ∆T</m:t>
          </m:r>
        </m:oMath>
      </m:oMathPara>
    </w:p>
    <w:p w14:paraId="59D791B1" w14:textId="1797FA09" w:rsidR="002617AD" w:rsidRPr="00BC1D8D" w:rsidRDefault="001162E6" w:rsidP="002617AD">
      <w:proofErr w:type="gramStart"/>
      <w:r w:rsidRPr="00BC1D8D">
        <w:t>where</w:t>
      </w:r>
      <w:proofErr w:type="gramEnd"/>
      <w:r w:rsidRPr="00BC1D8D">
        <w:t xml:space="preserve"> </w:t>
      </w:r>
      <w:r w:rsidR="00676F54" w:rsidRPr="008754C3">
        <w:rPr>
          <w:i/>
        </w:rPr>
        <w:t>m</w:t>
      </w:r>
      <w:r w:rsidR="00676F54" w:rsidRPr="00BC1D8D">
        <w:t xml:space="preserve"> is the mass of the substance, </w:t>
      </w:r>
      <w:r w:rsidR="00676F54" w:rsidRPr="008754C3">
        <w:rPr>
          <w:i/>
        </w:rPr>
        <w:t>c</w:t>
      </w:r>
      <w:r w:rsidR="00676F54" w:rsidRPr="00BC1D8D">
        <w:t xml:space="preserve"> its specific heat capacity (SHC)</w:t>
      </w:r>
      <w:r w:rsidRPr="00BC1D8D">
        <w:t xml:space="preserve"> </w:t>
      </w:r>
      <w:r w:rsidR="00676F54" w:rsidRPr="00BC1D8D">
        <w:t xml:space="preserve">and </w:t>
      </w:r>
      <w:r w:rsidR="00676F54" w:rsidRPr="00C329D8">
        <w:t>Δ</w:t>
      </w:r>
      <w:r w:rsidR="009B4C22" w:rsidRPr="00C329D8">
        <w:rPr>
          <w:i/>
        </w:rPr>
        <w:t>T</w:t>
      </w:r>
      <w:r w:rsidR="00676F54" w:rsidRPr="00BC1D8D">
        <w:t xml:space="preserve"> the temperature difference after the heat transfer.</w:t>
      </w:r>
    </w:p>
    <w:p w14:paraId="3DFD136F" w14:textId="77777777" w:rsidR="00137400" w:rsidRPr="00BC1D8D" w:rsidRDefault="00137400" w:rsidP="00137400"/>
    <w:p w14:paraId="30DF64E3" w14:textId="77777777" w:rsidR="0019329D" w:rsidRPr="00AF7D44" w:rsidRDefault="00295E4C" w:rsidP="00105573">
      <w:pPr>
        <w:pStyle w:val="Heading3"/>
        <w:ind w:right="95"/>
      </w:pPr>
      <w:r w:rsidRPr="00AF7D44">
        <w:t>Procedure</w:t>
      </w:r>
    </w:p>
    <w:p w14:paraId="052E30F6" w14:textId="77777777" w:rsidR="004F2525" w:rsidRPr="00BC1D8D" w:rsidRDefault="004F2525" w:rsidP="00365DAD">
      <w:pPr>
        <w:pStyle w:val="Question"/>
        <w:numPr>
          <w:ilvl w:val="0"/>
          <w:numId w:val="8"/>
        </w:numPr>
        <w:tabs>
          <w:tab w:val="clear" w:pos="567"/>
          <w:tab w:val="left" w:pos="426"/>
        </w:tabs>
        <w:spacing w:after="200"/>
        <w:ind w:left="454" w:hanging="454"/>
      </w:pPr>
      <w:r w:rsidRPr="00BC1D8D">
        <w:t xml:space="preserve">Measure the mass of the metal block, </w:t>
      </w:r>
      <w:r w:rsidRPr="008754C3">
        <w:rPr>
          <w:i/>
        </w:rPr>
        <w:t>m</w:t>
      </w:r>
      <w:r w:rsidRPr="00BC1D8D">
        <w:rPr>
          <w:vertAlign w:val="subscript"/>
        </w:rPr>
        <w:t>m</w:t>
      </w:r>
      <w:r w:rsidRPr="00BC1D8D">
        <w:t>.</w:t>
      </w:r>
    </w:p>
    <w:p w14:paraId="5818EE56" w14:textId="43E5C316" w:rsidR="00D05421" w:rsidRPr="00BC1D8D" w:rsidRDefault="00D05421" w:rsidP="00365DAD">
      <w:pPr>
        <w:pStyle w:val="Question"/>
        <w:numPr>
          <w:ilvl w:val="0"/>
          <w:numId w:val="8"/>
        </w:numPr>
        <w:tabs>
          <w:tab w:val="clear" w:pos="567"/>
          <w:tab w:val="left" w:pos="426"/>
        </w:tabs>
        <w:spacing w:after="200"/>
        <w:ind w:left="454" w:hanging="454"/>
      </w:pPr>
      <w:r w:rsidRPr="00BC1D8D">
        <w:t xml:space="preserve">Place the Bunsen burner, tripod and gauze on the </w:t>
      </w:r>
      <w:r w:rsidR="009B4C22" w:rsidRPr="00BC1D8D">
        <w:t>heat-</w:t>
      </w:r>
      <w:r w:rsidRPr="00BC1D8D">
        <w:t xml:space="preserve">proof tile. Fill the beaker with water until it is </w:t>
      </w:r>
      <w:r w:rsidR="009B4C22" w:rsidRPr="00BC1D8D">
        <w:t>two-thirds</w:t>
      </w:r>
      <w:r w:rsidRPr="00BC1D8D">
        <w:t xml:space="preserve"> full and put the metal block inside. Place the beaker on the gauze and light the Bunsen burner.</w:t>
      </w:r>
    </w:p>
    <w:p w14:paraId="4F7C3015" w14:textId="42C5AA79" w:rsidR="00D05421" w:rsidRPr="00BC1D8D" w:rsidRDefault="00D05421" w:rsidP="00365DAD">
      <w:pPr>
        <w:pStyle w:val="Question"/>
        <w:numPr>
          <w:ilvl w:val="0"/>
          <w:numId w:val="8"/>
        </w:numPr>
        <w:spacing w:after="200"/>
        <w:ind w:left="454" w:hanging="454"/>
      </w:pPr>
      <w:r w:rsidRPr="00BC1D8D">
        <w:t>When the water boils, measure its temperature. Leave the metal block inside the beaker of boiling water for enough time for it to be in thermal equilibrium with the boiling water</w:t>
      </w:r>
      <w:r w:rsidR="004F2525" w:rsidRPr="00BC1D8D">
        <w:t xml:space="preserve"> (</w:t>
      </w:r>
      <w:proofErr w:type="spellStart"/>
      <w:r w:rsidR="009B4C22" w:rsidRPr="008754C3">
        <w:rPr>
          <w:i/>
        </w:rPr>
        <w:t>T</w:t>
      </w:r>
      <w:r w:rsidR="009B4C22" w:rsidRPr="00BC1D8D">
        <w:rPr>
          <w:vertAlign w:val="subscript"/>
        </w:rPr>
        <w:t>m</w:t>
      </w:r>
      <w:proofErr w:type="gramStart"/>
      <w:r w:rsidR="004F2525" w:rsidRPr="00BC1D8D">
        <w:rPr>
          <w:vertAlign w:val="subscript"/>
        </w:rPr>
        <w:t>,i</w:t>
      </w:r>
      <w:proofErr w:type="spellEnd"/>
      <w:proofErr w:type="gramEnd"/>
      <w:r w:rsidR="004F2525" w:rsidRPr="00BC1D8D">
        <w:t>)</w:t>
      </w:r>
      <w:r w:rsidRPr="00BC1D8D">
        <w:t>.</w:t>
      </w:r>
    </w:p>
    <w:p w14:paraId="6A4D8379" w14:textId="77777777" w:rsidR="002617AD" w:rsidRPr="00BC1D8D" w:rsidRDefault="002617AD" w:rsidP="00365DAD">
      <w:pPr>
        <w:pStyle w:val="Question"/>
        <w:numPr>
          <w:ilvl w:val="0"/>
          <w:numId w:val="8"/>
        </w:numPr>
        <w:spacing w:after="200"/>
        <w:ind w:left="454" w:hanging="454"/>
      </w:pPr>
      <w:r w:rsidRPr="00BC1D8D">
        <w:t>Measure the mass of the inner copper can of the calorimeter together with the copper stirrer</w:t>
      </w:r>
      <w:r w:rsidR="00676F54" w:rsidRPr="00BC1D8D">
        <w:t xml:space="preserve">, </w:t>
      </w:r>
      <w:proofErr w:type="spellStart"/>
      <w:r w:rsidR="00676F54" w:rsidRPr="008754C3">
        <w:rPr>
          <w:i/>
        </w:rPr>
        <w:t>m</w:t>
      </w:r>
      <w:r w:rsidR="00676F54" w:rsidRPr="00BC1D8D">
        <w:rPr>
          <w:vertAlign w:val="subscript"/>
        </w:rPr>
        <w:t>Cu</w:t>
      </w:r>
      <w:proofErr w:type="spellEnd"/>
      <w:r w:rsidRPr="00BC1D8D">
        <w:t>.</w:t>
      </w:r>
    </w:p>
    <w:p w14:paraId="3AB99DBC" w14:textId="77777777" w:rsidR="002617AD" w:rsidRPr="00BC1D8D" w:rsidRDefault="002617AD" w:rsidP="00365DAD">
      <w:pPr>
        <w:pStyle w:val="Question"/>
        <w:numPr>
          <w:ilvl w:val="0"/>
          <w:numId w:val="8"/>
        </w:numPr>
        <w:spacing w:after="200"/>
        <w:ind w:left="454" w:hanging="454"/>
      </w:pPr>
      <w:r w:rsidRPr="00BC1D8D">
        <w:t xml:space="preserve">Fill </w:t>
      </w:r>
      <w:r w:rsidR="00D05421" w:rsidRPr="00BC1D8D">
        <w:t>the inner copper can with water until it is half full. Measure the combined mass and determine the mass of water in the can</w:t>
      </w:r>
      <w:r w:rsidR="00676F54" w:rsidRPr="00BC1D8D">
        <w:t xml:space="preserve">, </w:t>
      </w:r>
      <w:r w:rsidR="00676F54" w:rsidRPr="008754C3">
        <w:rPr>
          <w:i/>
        </w:rPr>
        <w:t>m</w:t>
      </w:r>
      <w:r w:rsidR="00676F54" w:rsidRPr="00BC1D8D">
        <w:rPr>
          <w:vertAlign w:val="subscript"/>
        </w:rPr>
        <w:t>w</w:t>
      </w:r>
      <w:r w:rsidR="00D05421" w:rsidRPr="00BC1D8D">
        <w:t>.</w:t>
      </w:r>
    </w:p>
    <w:p w14:paraId="7DE51AE5" w14:textId="1558923A" w:rsidR="00D05421" w:rsidRPr="00BC1D8D" w:rsidRDefault="00D05421" w:rsidP="00365DAD">
      <w:pPr>
        <w:pStyle w:val="Question"/>
        <w:numPr>
          <w:ilvl w:val="0"/>
          <w:numId w:val="8"/>
        </w:numPr>
        <w:spacing w:after="200"/>
        <w:ind w:left="454" w:hanging="454"/>
      </w:pPr>
      <w:r w:rsidRPr="00BC1D8D">
        <w:t>Place the inner can inside the calorimeter and measure the temperature of the water</w:t>
      </w:r>
      <w:r w:rsidR="00676F54" w:rsidRPr="00BC1D8D">
        <w:t xml:space="preserve">, </w:t>
      </w:r>
      <w:proofErr w:type="spellStart"/>
      <w:r w:rsidR="005818AC" w:rsidRPr="008754C3">
        <w:rPr>
          <w:i/>
        </w:rPr>
        <w:t>T</w:t>
      </w:r>
      <w:r w:rsidR="005818AC" w:rsidRPr="00BC1D8D">
        <w:rPr>
          <w:vertAlign w:val="subscript"/>
        </w:rPr>
        <w:t>w</w:t>
      </w:r>
      <w:proofErr w:type="gramStart"/>
      <w:r w:rsidR="00676F54" w:rsidRPr="00BC1D8D">
        <w:rPr>
          <w:vertAlign w:val="subscript"/>
        </w:rPr>
        <w:t>,i</w:t>
      </w:r>
      <w:proofErr w:type="spellEnd"/>
      <w:proofErr w:type="gramEnd"/>
      <w:r w:rsidRPr="00BC1D8D">
        <w:t>.</w:t>
      </w:r>
      <w:r w:rsidR="004F2525" w:rsidRPr="00BC1D8D">
        <w:t xml:space="preserve"> This is also the initial temperature of the copper can and stirrer, </w:t>
      </w:r>
      <w:proofErr w:type="spellStart"/>
      <w:r w:rsidR="005818AC" w:rsidRPr="008754C3">
        <w:rPr>
          <w:i/>
        </w:rPr>
        <w:t>T</w:t>
      </w:r>
      <w:r w:rsidR="005818AC" w:rsidRPr="00BC1D8D">
        <w:rPr>
          <w:vertAlign w:val="subscript"/>
        </w:rPr>
        <w:t>Cu</w:t>
      </w:r>
      <w:proofErr w:type="gramStart"/>
      <w:r w:rsidR="004F2525" w:rsidRPr="00BC1D8D">
        <w:rPr>
          <w:vertAlign w:val="subscript"/>
        </w:rPr>
        <w:t>,i</w:t>
      </w:r>
      <w:proofErr w:type="spellEnd"/>
      <w:proofErr w:type="gramEnd"/>
      <w:r w:rsidR="004F2525" w:rsidRPr="00BC1D8D">
        <w:t>.</w:t>
      </w:r>
    </w:p>
    <w:p w14:paraId="5945CF15" w14:textId="77777777" w:rsidR="00676F54" w:rsidRPr="00BC1D8D" w:rsidRDefault="00676F54" w:rsidP="00365DAD">
      <w:pPr>
        <w:pStyle w:val="Question"/>
        <w:numPr>
          <w:ilvl w:val="0"/>
          <w:numId w:val="8"/>
        </w:numPr>
        <w:spacing w:after="200"/>
        <w:ind w:left="454" w:hanging="454"/>
      </w:pPr>
      <w:r w:rsidRPr="00BC1D8D">
        <w:t>Using the string quickly transfer the metal block from the beaker into the inner can of the calorimeter.</w:t>
      </w:r>
    </w:p>
    <w:p w14:paraId="66263743" w14:textId="4A189B14" w:rsidR="00676F54" w:rsidRPr="00BC1D8D" w:rsidRDefault="00676F54" w:rsidP="00830A05">
      <w:pPr>
        <w:pStyle w:val="Question"/>
        <w:numPr>
          <w:ilvl w:val="0"/>
          <w:numId w:val="8"/>
        </w:numPr>
        <w:spacing w:after="200"/>
        <w:ind w:left="426" w:hanging="426"/>
      </w:pPr>
      <w:r w:rsidRPr="00BC1D8D">
        <w:lastRenderedPageBreak/>
        <w:t xml:space="preserve">Monitor the temperature of the water in the calorimeter and record the maximum value of the water, </w:t>
      </w:r>
      <w:proofErr w:type="spellStart"/>
      <w:r w:rsidR="005818AC" w:rsidRPr="008754C3">
        <w:rPr>
          <w:i/>
        </w:rPr>
        <w:t>T</w:t>
      </w:r>
      <w:r w:rsidR="005818AC" w:rsidRPr="00BC1D8D">
        <w:rPr>
          <w:vertAlign w:val="subscript"/>
        </w:rPr>
        <w:t>w</w:t>
      </w:r>
      <w:proofErr w:type="gramStart"/>
      <w:r w:rsidRPr="00BC1D8D">
        <w:rPr>
          <w:vertAlign w:val="subscript"/>
        </w:rPr>
        <w:t>,f</w:t>
      </w:r>
      <w:proofErr w:type="spellEnd"/>
      <w:proofErr w:type="gramEnd"/>
      <w:r w:rsidRPr="00BC1D8D">
        <w:t>.</w:t>
      </w:r>
      <w:r w:rsidR="004F2525" w:rsidRPr="00BC1D8D">
        <w:t xml:space="preserve"> This will also be the final temperature of the metal, </w:t>
      </w:r>
      <w:proofErr w:type="spellStart"/>
      <w:r w:rsidR="005818AC" w:rsidRPr="008754C3">
        <w:rPr>
          <w:i/>
        </w:rPr>
        <w:t>T</w:t>
      </w:r>
      <w:r w:rsidR="005818AC" w:rsidRPr="00BC1D8D">
        <w:rPr>
          <w:vertAlign w:val="subscript"/>
        </w:rPr>
        <w:t>m</w:t>
      </w:r>
      <w:proofErr w:type="gramStart"/>
      <w:r w:rsidR="004F2525" w:rsidRPr="00BC1D8D">
        <w:rPr>
          <w:vertAlign w:val="subscript"/>
        </w:rPr>
        <w:t>,f</w:t>
      </w:r>
      <w:proofErr w:type="spellEnd"/>
      <w:proofErr w:type="gramEnd"/>
      <w:r w:rsidR="004F2525" w:rsidRPr="00BC1D8D">
        <w:t xml:space="preserve"> and the copper can and stirrer, </w:t>
      </w:r>
      <w:proofErr w:type="spellStart"/>
      <w:r w:rsidR="005818AC" w:rsidRPr="008754C3">
        <w:rPr>
          <w:i/>
        </w:rPr>
        <w:t>T</w:t>
      </w:r>
      <w:r w:rsidR="005818AC" w:rsidRPr="00BC1D8D">
        <w:rPr>
          <w:vertAlign w:val="subscript"/>
        </w:rPr>
        <w:t>Cu</w:t>
      </w:r>
      <w:r w:rsidR="004F2525" w:rsidRPr="00BC1D8D">
        <w:rPr>
          <w:vertAlign w:val="subscript"/>
        </w:rPr>
        <w:t>,f</w:t>
      </w:r>
      <w:proofErr w:type="spellEnd"/>
      <w:r w:rsidR="004F2525" w:rsidRPr="00BC1D8D">
        <w:t>.</w:t>
      </w:r>
    </w:p>
    <w:p w14:paraId="6322EEFD" w14:textId="5A276FBF" w:rsidR="00676F54" w:rsidRPr="00BC1D8D" w:rsidRDefault="00676F54" w:rsidP="00365DAD">
      <w:pPr>
        <w:pStyle w:val="Question"/>
        <w:numPr>
          <w:ilvl w:val="0"/>
          <w:numId w:val="8"/>
        </w:numPr>
        <w:spacing w:after="200"/>
        <w:ind w:left="426" w:hanging="426"/>
      </w:pPr>
      <w:r w:rsidRPr="00BC1D8D">
        <w:t xml:space="preserve">The </w:t>
      </w:r>
      <w:r w:rsidR="004F2525" w:rsidRPr="00BC1D8D">
        <w:t>heat lost by the metal block is equal to the heat gained by the water, the inner copper can and stirrer. This can be expressed as</w:t>
      </w:r>
      <w:r w:rsidR="005E5E3A">
        <w:t>:</w:t>
      </w:r>
    </w:p>
    <w:p w14:paraId="4E373E18" w14:textId="07AFC5D5" w:rsidR="004F2525" w:rsidRPr="00BC1D8D" w:rsidRDefault="00E73EF8" w:rsidP="00830A05">
      <w:pPr>
        <w:pStyle w:val="ListParagraph"/>
        <w:ind w:left="426" w:hanging="426"/>
        <w:jc w:val="center"/>
        <w:rPr>
          <w:vertAlign w:val="superscript"/>
        </w:rPr>
      </w:pPr>
      <m:oMathPara>
        <m:oMath>
          <m:sSub>
            <m:sSubPr>
              <m:ctrlPr>
                <w:rPr>
                  <w:rFonts w:ascii="Cambria Math" w:hAnsi="Cambria Math"/>
                  <w:i/>
                </w:rPr>
              </m:ctrlPr>
            </m:sSubPr>
            <m:e>
              <m:r>
                <w:rPr>
                  <w:rFonts w:ascii="Cambria Math" w:hAnsi="Cambria Math"/>
                </w:rPr>
                <m:t>m</m:t>
              </m:r>
            </m:e>
            <m:sub>
              <m:r>
                <m:rPr>
                  <m:sty m:val="p"/>
                </m:rP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m:rPr>
                  <m:sty m:val="p"/>
                </m:rP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m:rPr>
                  <m:sty m:val="p"/>
                </m:rP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m</m:t>
              </m:r>
            </m:e>
            <m:sub>
              <m:r>
                <m:rPr>
                  <m:sty m:val="p"/>
                </m:rPr>
                <w:rPr>
                  <w:rFonts w:ascii="Cambria Math" w:hAnsi="Cambria Math"/>
                </w:rPr>
                <m:t>w</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m:rPr>
                  <m:sty m:val="p"/>
                </m:rPr>
                <w:rPr>
                  <w:rFonts w:ascii="Cambria Math" w:hAnsi="Cambria Math"/>
                </w:rPr>
                <m:t>w</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m</m:t>
              </m:r>
            </m:e>
            <m:sub>
              <m:r>
                <m:rPr>
                  <m:sty m:val="p"/>
                </m:rPr>
                <w:rPr>
                  <w:rFonts w:ascii="Cambria Math" w:hAnsi="Cambria Math"/>
                </w:rPr>
                <m:t>Cu</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m:rPr>
                  <m:sty m:val="p"/>
                </m:rPr>
                <w:rPr>
                  <w:rFonts w:ascii="Cambria Math" w:hAnsi="Cambria Math"/>
                </w:rPr>
                <m:t>Cu</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m:rPr>
                  <m:sty m:val="p"/>
                </m:rPr>
                <w:rPr>
                  <w:rFonts w:ascii="Cambria Math" w:hAnsi="Cambria Math"/>
                </w:rPr>
                <m:t>Cu</m:t>
              </m:r>
            </m:sub>
          </m:sSub>
        </m:oMath>
      </m:oMathPara>
    </w:p>
    <w:p w14:paraId="1F681C2C" w14:textId="2591AC74" w:rsidR="008754C3" w:rsidRDefault="00830A05" w:rsidP="00830A05">
      <w:pPr>
        <w:pStyle w:val="Question"/>
        <w:spacing w:after="200"/>
        <w:ind w:left="426" w:hanging="426"/>
      </w:pPr>
      <w:r>
        <w:tab/>
      </w:r>
      <w:proofErr w:type="gramStart"/>
      <w:r w:rsidR="004F2525" w:rsidRPr="00BC1D8D">
        <w:t>where</w:t>
      </w:r>
      <w:proofErr w:type="gramEnd"/>
      <w:r w:rsidR="004F2525" w:rsidRPr="00BC1D8D">
        <w:t xml:space="preserve"> </w:t>
      </w:r>
      <w:proofErr w:type="spellStart"/>
      <w:r w:rsidR="004F2525" w:rsidRPr="008754C3">
        <w:rPr>
          <w:i/>
        </w:rPr>
        <w:t>c</w:t>
      </w:r>
      <w:r w:rsidR="004F2525" w:rsidRPr="00BC1D8D">
        <w:rPr>
          <w:vertAlign w:val="subscript"/>
        </w:rPr>
        <w:t>w</w:t>
      </w:r>
      <w:proofErr w:type="spellEnd"/>
      <w:r w:rsidR="004F2525" w:rsidRPr="00BC1D8D">
        <w:t xml:space="preserve"> = 4</w:t>
      </w:r>
      <w:r w:rsidR="00464AF8" w:rsidRPr="00BC1D8D">
        <w:t>181</w:t>
      </w:r>
      <w:r w:rsidR="004F2525" w:rsidRPr="00BC1D8D">
        <w:t xml:space="preserve"> J</w:t>
      </w:r>
      <w:r w:rsidR="00BC1D8D" w:rsidRPr="00E4089C">
        <w:rPr>
          <w:w w:val="33"/>
        </w:rPr>
        <w:t xml:space="preserve"> </w:t>
      </w:r>
      <w:r w:rsidR="004F2525" w:rsidRPr="00BC1D8D">
        <w:t>kg</w:t>
      </w:r>
      <w:r w:rsidR="005E5E3A">
        <w:rPr>
          <w:vertAlign w:val="superscript"/>
        </w:rPr>
        <w:t>−</w:t>
      </w:r>
      <w:r w:rsidR="004F2525" w:rsidRPr="00BC1D8D">
        <w:rPr>
          <w:vertAlign w:val="superscript"/>
        </w:rPr>
        <w:t>1</w:t>
      </w:r>
      <w:r w:rsidR="00BC1D8D">
        <w:t xml:space="preserve"> </w:t>
      </w:r>
      <w:r w:rsidR="004F2525" w:rsidRPr="00BC1D8D">
        <w:t>K</w:t>
      </w:r>
      <w:r w:rsidR="005E5E3A">
        <w:rPr>
          <w:vertAlign w:val="superscript"/>
        </w:rPr>
        <w:t>−</w:t>
      </w:r>
      <w:r w:rsidR="004F2525" w:rsidRPr="00BC1D8D">
        <w:rPr>
          <w:vertAlign w:val="superscript"/>
        </w:rPr>
        <w:t>1</w:t>
      </w:r>
      <w:r w:rsidR="004F2525" w:rsidRPr="00BC1D8D">
        <w:t xml:space="preserve"> is the SHC of water</w:t>
      </w:r>
      <w:r w:rsidR="00464AF8" w:rsidRPr="00BC1D8D">
        <w:t xml:space="preserve">, </w:t>
      </w:r>
      <w:proofErr w:type="spellStart"/>
      <w:r w:rsidR="00464AF8" w:rsidRPr="008754C3">
        <w:rPr>
          <w:i/>
        </w:rPr>
        <w:t>c</w:t>
      </w:r>
      <w:r w:rsidR="00464AF8" w:rsidRPr="00BC1D8D">
        <w:rPr>
          <w:vertAlign w:val="subscript"/>
        </w:rPr>
        <w:t>Cu</w:t>
      </w:r>
      <w:proofErr w:type="spellEnd"/>
      <w:r w:rsidR="00464AF8" w:rsidRPr="00BC1D8D">
        <w:t xml:space="preserve"> = 385 J</w:t>
      </w:r>
      <w:r w:rsidR="00E4089C" w:rsidRPr="00E4089C">
        <w:rPr>
          <w:w w:val="33"/>
        </w:rPr>
        <w:t xml:space="preserve"> </w:t>
      </w:r>
      <w:r w:rsidR="00464AF8" w:rsidRPr="00BC1D8D">
        <w:t>kg</w:t>
      </w:r>
      <w:r w:rsidR="005E5E3A">
        <w:rPr>
          <w:vertAlign w:val="superscript"/>
        </w:rPr>
        <w:t>−</w:t>
      </w:r>
      <w:r w:rsidR="00464AF8" w:rsidRPr="00BC1D8D">
        <w:rPr>
          <w:vertAlign w:val="superscript"/>
        </w:rPr>
        <w:t>1</w:t>
      </w:r>
      <w:r w:rsidR="00BC1D8D">
        <w:rPr>
          <w:vertAlign w:val="superscript"/>
        </w:rPr>
        <w:t xml:space="preserve"> </w:t>
      </w:r>
      <w:r w:rsidR="00464AF8" w:rsidRPr="00BC1D8D">
        <w:t>K</w:t>
      </w:r>
      <w:r w:rsidR="005E5E3A">
        <w:rPr>
          <w:vertAlign w:val="superscript"/>
        </w:rPr>
        <w:t>−</w:t>
      </w:r>
      <w:r w:rsidR="00464AF8" w:rsidRPr="00BC1D8D">
        <w:rPr>
          <w:vertAlign w:val="superscript"/>
        </w:rPr>
        <w:t>1</w:t>
      </w:r>
      <w:r w:rsidR="00464AF8" w:rsidRPr="00BC1D8D">
        <w:t xml:space="preserve"> is the SHC of copper and </w:t>
      </w:r>
    </w:p>
    <w:p w14:paraId="385604EC" w14:textId="609196C9" w:rsidR="004F2525" w:rsidRPr="00BC1D8D" w:rsidRDefault="00830A05" w:rsidP="00830A05">
      <w:pPr>
        <w:pStyle w:val="Question"/>
        <w:spacing w:after="200"/>
        <w:ind w:left="426" w:hanging="426"/>
      </w:pPr>
      <w:r>
        <w:tab/>
      </w:r>
      <w:proofErr w:type="gramStart"/>
      <w:r w:rsidR="00BC1D8D" w:rsidRPr="00BC1D8D">
        <w:t>Δ</w:t>
      </w:r>
      <w:r w:rsidR="00BC1D8D">
        <w:rPr>
          <w:i/>
        </w:rPr>
        <w:t>T</w:t>
      </w:r>
      <w:r w:rsidR="00BC1D8D" w:rsidRPr="00BC1D8D">
        <w:t xml:space="preserve"> </w:t>
      </w:r>
      <w:r w:rsidR="00464AF8" w:rsidRPr="00BC1D8D">
        <w:t>the temperature difference for each substance.</w:t>
      </w:r>
      <w:proofErr w:type="gramEnd"/>
    </w:p>
    <w:p w14:paraId="5707A248" w14:textId="4C528325" w:rsidR="00CA0163" w:rsidRPr="00BC1D8D" w:rsidRDefault="00830A05" w:rsidP="00830A05">
      <w:pPr>
        <w:pStyle w:val="Question"/>
        <w:spacing w:after="200"/>
        <w:ind w:left="426" w:hanging="426"/>
      </w:pPr>
      <w:r>
        <w:tab/>
      </w:r>
      <w:r w:rsidR="00464AF8" w:rsidRPr="00BC1D8D">
        <w:t xml:space="preserve">Use your measurements and the above equation to determine the SHC of the metal, </w:t>
      </w:r>
      <w:r w:rsidR="00464AF8" w:rsidRPr="008754C3">
        <w:rPr>
          <w:i/>
        </w:rPr>
        <w:t>c</w:t>
      </w:r>
      <w:r w:rsidR="00464AF8" w:rsidRPr="00BC1D8D">
        <w:rPr>
          <w:vertAlign w:val="subscript"/>
        </w:rPr>
        <w:t>m</w:t>
      </w:r>
      <w:r w:rsidR="00464AF8" w:rsidRPr="00BC1D8D">
        <w:t>.</w:t>
      </w:r>
    </w:p>
    <w:p w14:paraId="5AE9881C" w14:textId="77777777" w:rsidR="00464AF8" w:rsidRPr="00BC1D8D" w:rsidRDefault="00464AF8" w:rsidP="00830A05">
      <w:pPr>
        <w:pStyle w:val="Question"/>
        <w:numPr>
          <w:ilvl w:val="0"/>
          <w:numId w:val="8"/>
        </w:numPr>
        <w:spacing w:after="200"/>
        <w:ind w:left="426" w:hanging="426"/>
      </w:pPr>
      <w:r w:rsidRPr="00BC1D8D">
        <w:t>Calculat</w:t>
      </w:r>
      <w:r w:rsidR="00F95189" w:rsidRPr="00BC1D8D">
        <w:t>e the uncertainty of this value.</w:t>
      </w:r>
    </w:p>
    <w:p w14:paraId="4C177FD9" w14:textId="77777777" w:rsidR="00B00DE7" w:rsidRPr="00BC1D8D" w:rsidRDefault="00464AF8" w:rsidP="00830A05">
      <w:pPr>
        <w:pStyle w:val="Question"/>
        <w:numPr>
          <w:ilvl w:val="0"/>
          <w:numId w:val="8"/>
        </w:numPr>
        <w:spacing w:after="200"/>
        <w:ind w:left="426" w:hanging="426"/>
      </w:pPr>
      <w:r w:rsidRPr="00BC1D8D">
        <w:t xml:space="preserve">Compare the experimentally determined value of </w:t>
      </w:r>
      <w:r w:rsidRPr="008754C3">
        <w:rPr>
          <w:i/>
        </w:rPr>
        <w:t>c</w:t>
      </w:r>
      <w:r w:rsidRPr="00BC1D8D">
        <w:rPr>
          <w:vertAlign w:val="subscript"/>
        </w:rPr>
        <w:t>m</w:t>
      </w:r>
      <w:r w:rsidRPr="00BC1D8D">
        <w:t xml:space="preserve"> with the accepted one. </w:t>
      </w:r>
    </w:p>
    <w:p w14:paraId="3C909454" w14:textId="77777777" w:rsidR="00295E4C" w:rsidRPr="00AF7D44" w:rsidRDefault="00295E4C" w:rsidP="00645310">
      <w:pPr>
        <w:pStyle w:val="Heading3"/>
        <w:spacing w:before="240"/>
      </w:pPr>
      <w:r w:rsidRPr="00AF7D44">
        <w:t>Questions</w:t>
      </w:r>
    </w:p>
    <w:p w14:paraId="119734F5" w14:textId="0F33ECCC" w:rsidR="005143BA" w:rsidRPr="00BC1D8D" w:rsidRDefault="00464AF8" w:rsidP="00830A05">
      <w:pPr>
        <w:pStyle w:val="Question"/>
        <w:numPr>
          <w:ilvl w:val="0"/>
          <w:numId w:val="13"/>
        </w:numPr>
        <w:tabs>
          <w:tab w:val="clear" w:pos="567"/>
          <w:tab w:val="left" w:pos="426"/>
        </w:tabs>
        <w:spacing w:before="120" w:after="200"/>
        <w:ind w:left="454" w:hanging="454"/>
      </w:pPr>
      <w:r w:rsidRPr="00BC1D8D">
        <w:t xml:space="preserve">Name sources of errors in this experiments and ways to </w:t>
      </w:r>
      <w:r w:rsidR="00BC1D8D" w:rsidRPr="00BC1D8D">
        <w:t>minimi</w:t>
      </w:r>
      <w:r w:rsidR="00BC1D8D">
        <w:t>s</w:t>
      </w:r>
      <w:r w:rsidR="00BC1D8D" w:rsidRPr="00BC1D8D">
        <w:t xml:space="preserve">e </w:t>
      </w:r>
      <w:r w:rsidRPr="00BC1D8D">
        <w:t>their effects.</w:t>
      </w:r>
    </w:p>
    <w:p w14:paraId="70D757B1" w14:textId="77777777" w:rsidR="00EE137F" w:rsidRPr="00BC1D8D" w:rsidRDefault="00EE137F" w:rsidP="00EE137F">
      <w:pPr>
        <w:pStyle w:val="Question"/>
        <w:tabs>
          <w:tab w:val="clear" w:pos="567"/>
          <w:tab w:val="left" w:pos="426"/>
        </w:tabs>
        <w:spacing w:before="120" w:after="200"/>
      </w:pPr>
    </w:p>
    <w:p w14:paraId="104C2674" w14:textId="77777777" w:rsidR="00EE137F" w:rsidRPr="00BC1D8D" w:rsidRDefault="00EE137F" w:rsidP="00EE137F">
      <w:pPr>
        <w:pStyle w:val="Question"/>
        <w:tabs>
          <w:tab w:val="clear" w:pos="567"/>
          <w:tab w:val="left" w:pos="426"/>
        </w:tabs>
        <w:spacing w:before="120" w:after="200"/>
      </w:pPr>
    </w:p>
    <w:p w14:paraId="546BDB13" w14:textId="77777777" w:rsidR="00EE137F" w:rsidRPr="00BC1D8D" w:rsidRDefault="00EE137F" w:rsidP="00EE137F">
      <w:pPr>
        <w:pStyle w:val="Question"/>
        <w:tabs>
          <w:tab w:val="clear" w:pos="567"/>
          <w:tab w:val="left" w:pos="426"/>
        </w:tabs>
        <w:spacing w:before="120" w:after="200"/>
      </w:pPr>
    </w:p>
    <w:p w14:paraId="48C044D0" w14:textId="77777777" w:rsidR="00EE137F" w:rsidRPr="00BC1D8D" w:rsidRDefault="00EE137F" w:rsidP="00EE137F">
      <w:pPr>
        <w:pStyle w:val="Question"/>
        <w:tabs>
          <w:tab w:val="clear" w:pos="567"/>
          <w:tab w:val="left" w:pos="426"/>
        </w:tabs>
        <w:spacing w:before="120" w:after="200"/>
      </w:pPr>
    </w:p>
    <w:p w14:paraId="131CC265" w14:textId="77777777" w:rsidR="00EE137F" w:rsidRPr="00BC1D8D" w:rsidRDefault="00EE137F" w:rsidP="00EE137F">
      <w:pPr>
        <w:pStyle w:val="Question"/>
        <w:tabs>
          <w:tab w:val="clear" w:pos="567"/>
          <w:tab w:val="left" w:pos="426"/>
        </w:tabs>
        <w:spacing w:before="120" w:after="200"/>
      </w:pPr>
    </w:p>
    <w:p w14:paraId="13FA8EA9" w14:textId="56100AE0" w:rsidR="005E5E3A" w:rsidRDefault="00E14350" w:rsidP="005E5E3A">
      <w:pPr>
        <w:pStyle w:val="Question"/>
        <w:numPr>
          <w:ilvl w:val="0"/>
          <w:numId w:val="13"/>
        </w:numPr>
        <w:tabs>
          <w:tab w:val="clear" w:pos="567"/>
          <w:tab w:val="left" w:pos="426"/>
        </w:tabs>
        <w:spacing w:after="0"/>
        <w:ind w:left="567" w:hanging="567"/>
      </w:pPr>
      <w:r w:rsidRPr="00BC1D8D">
        <w:t>What would be the effect on the value of the SHC you determine</w:t>
      </w:r>
      <w:r w:rsidR="005E5E3A">
        <w:t xml:space="preserve">d if there was no </w:t>
      </w:r>
    </w:p>
    <w:p w14:paraId="141DCCA1" w14:textId="2CFCABE8" w:rsidR="00E14350" w:rsidRPr="00BC1D8D" w:rsidRDefault="005E5E3A" w:rsidP="005E5E3A">
      <w:pPr>
        <w:pStyle w:val="Question"/>
        <w:tabs>
          <w:tab w:val="clear" w:pos="567"/>
          <w:tab w:val="left" w:pos="426"/>
        </w:tabs>
        <w:spacing w:after="0"/>
        <w:ind w:left="0" w:firstLine="0"/>
      </w:pPr>
      <w:r>
        <w:t xml:space="preserve">         </w:t>
      </w:r>
      <w:proofErr w:type="gramStart"/>
      <w:r>
        <w:t>insulation</w:t>
      </w:r>
      <w:proofErr w:type="gramEnd"/>
      <w:r>
        <w:t xml:space="preserve"> in </w:t>
      </w:r>
      <w:r w:rsidR="00E14350" w:rsidRPr="00BC1D8D">
        <w:t>the calorimeter?</w:t>
      </w:r>
    </w:p>
    <w:sectPr w:rsidR="00E14350" w:rsidRPr="00BC1D8D">
      <w:headerReference w:type="default" r:id="rId8"/>
      <w:footerReference w:type="default" r:id="rId9"/>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2F386" w14:textId="77777777" w:rsidR="00D30DAA" w:rsidRDefault="00D30DAA">
      <w:r>
        <w:separator/>
      </w:r>
    </w:p>
  </w:endnote>
  <w:endnote w:type="continuationSeparator" w:id="0">
    <w:p w14:paraId="528E33DA" w14:textId="77777777" w:rsidR="00D30DAA" w:rsidRDefault="00D30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C9A13" w14:textId="65304322" w:rsidR="009B4C22" w:rsidRDefault="00901816">
    <w:pPr>
      <w:pStyle w:val="Footer"/>
      <w:pBdr>
        <w:top w:val="single" w:sz="4" w:space="1" w:color="auto"/>
      </w:pBdr>
      <w:tabs>
        <w:tab w:val="clear" w:pos="8306"/>
        <w:tab w:val="right" w:pos="9072"/>
      </w:tabs>
    </w:pPr>
    <w:r>
      <w:t>©</w:t>
    </w:r>
    <w:r w:rsidR="00E73EF8">
      <w:t xml:space="preserve"> Cambridge University Press 2015</w:t>
    </w:r>
    <w:r w:rsidR="009B4C22">
      <w:t>. All rights reserved.</w:t>
    </w:r>
    <w:r w:rsidR="009B4C22">
      <w:tab/>
      <w:t xml:space="preserve">Page </w:t>
    </w:r>
    <w:r w:rsidR="009B4C22">
      <w:rPr>
        <w:rStyle w:val="PageNumber"/>
      </w:rPr>
      <w:fldChar w:fldCharType="begin"/>
    </w:r>
    <w:r w:rsidR="009B4C22">
      <w:rPr>
        <w:rStyle w:val="PageNumber"/>
      </w:rPr>
      <w:instrText xml:space="preserve"> PAGE </w:instrText>
    </w:r>
    <w:r w:rsidR="009B4C22">
      <w:rPr>
        <w:rStyle w:val="PageNumber"/>
      </w:rPr>
      <w:fldChar w:fldCharType="separate"/>
    </w:r>
    <w:r w:rsidR="00E73EF8">
      <w:rPr>
        <w:rStyle w:val="PageNumber"/>
        <w:noProof/>
      </w:rPr>
      <w:t>1</w:t>
    </w:r>
    <w:r w:rsidR="009B4C22">
      <w:rPr>
        <w:rStyle w:val="PageNumber"/>
      </w:rPr>
      <w:fldChar w:fldCharType="end"/>
    </w:r>
    <w:r w:rsidR="009B4C22">
      <w:rPr>
        <w:rStyle w:val="PageNumber"/>
      </w:rPr>
      <w:t xml:space="preserve"> of </w:t>
    </w:r>
    <w:r w:rsidR="009B4C22">
      <w:rPr>
        <w:rStyle w:val="PageNumber"/>
      </w:rPr>
      <w:fldChar w:fldCharType="begin"/>
    </w:r>
    <w:r w:rsidR="009B4C22">
      <w:rPr>
        <w:rStyle w:val="PageNumber"/>
      </w:rPr>
      <w:instrText xml:space="preserve"> NUMPAGES </w:instrText>
    </w:r>
    <w:r w:rsidR="009B4C22">
      <w:rPr>
        <w:rStyle w:val="PageNumber"/>
      </w:rPr>
      <w:fldChar w:fldCharType="separate"/>
    </w:r>
    <w:r w:rsidR="00E73EF8">
      <w:rPr>
        <w:rStyle w:val="PageNumber"/>
        <w:noProof/>
      </w:rPr>
      <w:t>2</w:t>
    </w:r>
    <w:r w:rsidR="009B4C2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BC510" w14:textId="77777777" w:rsidR="00D30DAA" w:rsidRDefault="00D30DAA">
      <w:r>
        <w:separator/>
      </w:r>
    </w:p>
  </w:footnote>
  <w:footnote w:type="continuationSeparator" w:id="0">
    <w:p w14:paraId="41EA0D3D" w14:textId="77777777" w:rsidR="00D30DAA" w:rsidRDefault="00D30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7C064" w14:textId="77777777" w:rsidR="009B4C22" w:rsidRDefault="009B4C22">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7E7E6C0" wp14:editId="768C4A6F">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Physics</w:t>
    </w:r>
    <w:r>
      <w:t xml:space="preserve"> for the IB Diploma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F1603"/>
    <w:multiLevelType w:val="hybridMultilevel"/>
    <w:tmpl w:val="484A93F4"/>
    <w:lvl w:ilvl="0" w:tplc="08090017">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17572C0B"/>
    <w:multiLevelType w:val="hybridMultilevel"/>
    <w:tmpl w:val="99A85B54"/>
    <w:lvl w:ilvl="0" w:tplc="B010D008">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2D25EF"/>
    <w:multiLevelType w:val="hybridMultilevel"/>
    <w:tmpl w:val="5426C3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3CE15DB"/>
    <w:multiLevelType w:val="multilevel"/>
    <w:tmpl w:val="484A93F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nsid w:val="44400AB6"/>
    <w:multiLevelType w:val="hybridMultilevel"/>
    <w:tmpl w:val="29FCF75A"/>
    <w:lvl w:ilvl="0" w:tplc="C44C35B4">
      <w:start w:val="1"/>
      <w:numFmt w:val="lowerRoman"/>
      <w:lvlText w:val="(%1)"/>
      <w:lvlJc w:val="left"/>
      <w:pPr>
        <w:ind w:left="1080" w:hanging="720"/>
      </w:pPr>
      <w:rPr>
        <w:rFonts w:cs="Times New Roman" w:hint="default"/>
      </w:rPr>
    </w:lvl>
    <w:lvl w:ilvl="1" w:tplc="8E840458" w:tentative="1">
      <w:start w:val="1"/>
      <w:numFmt w:val="lowerLetter"/>
      <w:lvlText w:val="%2."/>
      <w:lvlJc w:val="left"/>
      <w:pPr>
        <w:ind w:left="1440" w:hanging="360"/>
      </w:pPr>
      <w:rPr>
        <w:rFonts w:cs="Times New Roman"/>
      </w:rPr>
    </w:lvl>
    <w:lvl w:ilvl="2" w:tplc="23DCF610" w:tentative="1">
      <w:start w:val="1"/>
      <w:numFmt w:val="lowerRoman"/>
      <w:lvlText w:val="%3."/>
      <w:lvlJc w:val="right"/>
      <w:pPr>
        <w:ind w:left="2160" w:hanging="180"/>
      </w:pPr>
      <w:rPr>
        <w:rFonts w:cs="Times New Roman"/>
      </w:rPr>
    </w:lvl>
    <w:lvl w:ilvl="3" w:tplc="8634F41C" w:tentative="1">
      <w:start w:val="1"/>
      <w:numFmt w:val="decimal"/>
      <w:lvlText w:val="%4."/>
      <w:lvlJc w:val="left"/>
      <w:pPr>
        <w:ind w:left="2880" w:hanging="360"/>
      </w:pPr>
      <w:rPr>
        <w:rFonts w:cs="Times New Roman"/>
      </w:rPr>
    </w:lvl>
    <w:lvl w:ilvl="4" w:tplc="74A2E4D0" w:tentative="1">
      <w:start w:val="1"/>
      <w:numFmt w:val="lowerLetter"/>
      <w:lvlText w:val="%5."/>
      <w:lvlJc w:val="left"/>
      <w:pPr>
        <w:ind w:left="3600" w:hanging="360"/>
      </w:pPr>
      <w:rPr>
        <w:rFonts w:cs="Times New Roman"/>
      </w:rPr>
    </w:lvl>
    <w:lvl w:ilvl="5" w:tplc="9E7C91C4" w:tentative="1">
      <w:start w:val="1"/>
      <w:numFmt w:val="lowerRoman"/>
      <w:lvlText w:val="%6."/>
      <w:lvlJc w:val="right"/>
      <w:pPr>
        <w:ind w:left="4320" w:hanging="180"/>
      </w:pPr>
      <w:rPr>
        <w:rFonts w:cs="Times New Roman"/>
      </w:rPr>
    </w:lvl>
    <w:lvl w:ilvl="6" w:tplc="AC9C795E" w:tentative="1">
      <w:start w:val="1"/>
      <w:numFmt w:val="decimal"/>
      <w:lvlText w:val="%7."/>
      <w:lvlJc w:val="left"/>
      <w:pPr>
        <w:ind w:left="5040" w:hanging="360"/>
      </w:pPr>
      <w:rPr>
        <w:rFonts w:cs="Times New Roman"/>
      </w:rPr>
    </w:lvl>
    <w:lvl w:ilvl="7" w:tplc="7F84561C" w:tentative="1">
      <w:start w:val="1"/>
      <w:numFmt w:val="lowerLetter"/>
      <w:lvlText w:val="%8."/>
      <w:lvlJc w:val="left"/>
      <w:pPr>
        <w:ind w:left="5760" w:hanging="360"/>
      </w:pPr>
      <w:rPr>
        <w:rFonts w:cs="Times New Roman"/>
      </w:rPr>
    </w:lvl>
    <w:lvl w:ilvl="8" w:tplc="FB8CCFFC" w:tentative="1">
      <w:start w:val="1"/>
      <w:numFmt w:val="lowerRoman"/>
      <w:lvlText w:val="%9."/>
      <w:lvlJc w:val="right"/>
      <w:pPr>
        <w:ind w:left="6480" w:hanging="180"/>
      </w:pPr>
      <w:rPr>
        <w:rFonts w:cs="Times New Roman"/>
      </w:rPr>
    </w:lvl>
  </w:abstractNum>
  <w:abstractNum w:abstractNumId="7">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25851DD"/>
    <w:multiLevelType w:val="hybridMultilevel"/>
    <w:tmpl w:val="7CF8D17A"/>
    <w:lvl w:ilvl="0" w:tplc="0E9CF32C">
      <w:start w:val="1"/>
      <w:numFmt w:val="bullet"/>
      <w:pStyle w:val="Listbulletbody"/>
      <w:lvlText w:val=""/>
      <w:lvlJc w:val="left"/>
      <w:pPr>
        <w:tabs>
          <w:tab w:val="num" w:pos="720"/>
        </w:tabs>
        <w:ind w:left="720" w:hanging="360"/>
      </w:pPr>
      <w:rPr>
        <w:rFonts w:ascii="Symbol" w:hAnsi="Symbol" w:hint="default"/>
      </w:rPr>
    </w:lvl>
    <w:lvl w:ilvl="1" w:tplc="83E2D584" w:tentative="1">
      <w:start w:val="1"/>
      <w:numFmt w:val="bullet"/>
      <w:lvlText w:val="o"/>
      <w:lvlJc w:val="left"/>
      <w:pPr>
        <w:tabs>
          <w:tab w:val="num" w:pos="1440"/>
        </w:tabs>
        <w:ind w:left="1440" w:hanging="360"/>
      </w:pPr>
      <w:rPr>
        <w:rFonts w:ascii="Courier New" w:hAnsi="Courier New" w:cs="Courier New" w:hint="default"/>
      </w:rPr>
    </w:lvl>
    <w:lvl w:ilvl="2" w:tplc="B31CA760" w:tentative="1">
      <w:start w:val="1"/>
      <w:numFmt w:val="bullet"/>
      <w:lvlText w:val=""/>
      <w:lvlJc w:val="left"/>
      <w:pPr>
        <w:tabs>
          <w:tab w:val="num" w:pos="2160"/>
        </w:tabs>
        <w:ind w:left="2160" w:hanging="360"/>
      </w:pPr>
      <w:rPr>
        <w:rFonts w:ascii="Wingdings" w:hAnsi="Wingdings" w:hint="default"/>
      </w:rPr>
    </w:lvl>
    <w:lvl w:ilvl="3" w:tplc="90163428" w:tentative="1">
      <w:start w:val="1"/>
      <w:numFmt w:val="bullet"/>
      <w:lvlText w:val=""/>
      <w:lvlJc w:val="left"/>
      <w:pPr>
        <w:tabs>
          <w:tab w:val="num" w:pos="2880"/>
        </w:tabs>
        <w:ind w:left="2880" w:hanging="360"/>
      </w:pPr>
      <w:rPr>
        <w:rFonts w:ascii="Symbol" w:hAnsi="Symbol" w:hint="default"/>
      </w:rPr>
    </w:lvl>
    <w:lvl w:ilvl="4" w:tplc="6FBE256A" w:tentative="1">
      <w:start w:val="1"/>
      <w:numFmt w:val="bullet"/>
      <w:lvlText w:val="o"/>
      <w:lvlJc w:val="left"/>
      <w:pPr>
        <w:tabs>
          <w:tab w:val="num" w:pos="3600"/>
        </w:tabs>
        <w:ind w:left="3600" w:hanging="360"/>
      </w:pPr>
      <w:rPr>
        <w:rFonts w:ascii="Courier New" w:hAnsi="Courier New" w:cs="Courier New" w:hint="default"/>
      </w:rPr>
    </w:lvl>
    <w:lvl w:ilvl="5" w:tplc="DDB2AA60" w:tentative="1">
      <w:start w:val="1"/>
      <w:numFmt w:val="bullet"/>
      <w:lvlText w:val=""/>
      <w:lvlJc w:val="left"/>
      <w:pPr>
        <w:tabs>
          <w:tab w:val="num" w:pos="4320"/>
        </w:tabs>
        <w:ind w:left="4320" w:hanging="360"/>
      </w:pPr>
      <w:rPr>
        <w:rFonts w:ascii="Wingdings" w:hAnsi="Wingdings" w:hint="default"/>
      </w:rPr>
    </w:lvl>
    <w:lvl w:ilvl="6" w:tplc="94AC00A8" w:tentative="1">
      <w:start w:val="1"/>
      <w:numFmt w:val="bullet"/>
      <w:lvlText w:val=""/>
      <w:lvlJc w:val="left"/>
      <w:pPr>
        <w:tabs>
          <w:tab w:val="num" w:pos="5040"/>
        </w:tabs>
        <w:ind w:left="5040" w:hanging="360"/>
      </w:pPr>
      <w:rPr>
        <w:rFonts w:ascii="Symbol" w:hAnsi="Symbol" w:hint="default"/>
      </w:rPr>
    </w:lvl>
    <w:lvl w:ilvl="7" w:tplc="722EAC12" w:tentative="1">
      <w:start w:val="1"/>
      <w:numFmt w:val="bullet"/>
      <w:lvlText w:val="o"/>
      <w:lvlJc w:val="left"/>
      <w:pPr>
        <w:tabs>
          <w:tab w:val="num" w:pos="5760"/>
        </w:tabs>
        <w:ind w:left="5760" w:hanging="360"/>
      </w:pPr>
      <w:rPr>
        <w:rFonts w:ascii="Courier New" w:hAnsi="Courier New" w:cs="Courier New" w:hint="default"/>
      </w:rPr>
    </w:lvl>
    <w:lvl w:ilvl="8" w:tplc="9B50DD46"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6"/>
  </w:num>
  <w:num w:numId="7">
    <w:abstractNumId w:val="1"/>
  </w:num>
  <w:num w:numId="8">
    <w:abstractNumId w:val="0"/>
  </w:num>
  <w:num w:numId="9">
    <w:abstractNumId w:val="7"/>
  </w:num>
  <w:num w:numId="10">
    <w:abstractNumId w:val="4"/>
  </w:num>
  <w:num w:numId="11">
    <w:abstractNumId w:val="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3284D"/>
    <w:rsid w:val="000B23C8"/>
    <w:rsid w:val="00105573"/>
    <w:rsid w:val="00113667"/>
    <w:rsid w:val="001162E6"/>
    <w:rsid w:val="00137400"/>
    <w:rsid w:val="0019329D"/>
    <w:rsid w:val="002617AD"/>
    <w:rsid w:val="00295E4C"/>
    <w:rsid w:val="002B582F"/>
    <w:rsid w:val="00324660"/>
    <w:rsid w:val="00342059"/>
    <w:rsid w:val="00365DAD"/>
    <w:rsid w:val="003764CD"/>
    <w:rsid w:val="00382EB2"/>
    <w:rsid w:val="0042390D"/>
    <w:rsid w:val="00431786"/>
    <w:rsid w:val="00464AF8"/>
    <w:rsid w:val="00477673"/>
    <w:rsid w:val="004E62A6"/>
    <w:rsid w:val="004F2525"/>
    <w:rsid w:val="005143BA"/>
    <w:rsid w:val="005156C9"/>
    <w:rsid w:val="00577F55"/>
    <w:rsid w:val="005818AC"/>
    <w:rsid w:val="00593726"/>
    <w:rsid w:val="005E5E3A"/>
    <w:rsid w:val="00626016"/>
    <w:rsid w:val="00645310"/>
    <w:rsid w:val="00663570"/>
    <w:rsid w:val="00670D11"/>
    <w:rsid w:val="00676F54"/>
    <w:rsid w:val="006A48B1"/>
    <w:rsid w:val="006E4AF2"/>
    <w:rsid w:val="00784B1D"/>
    <w:rsid w:val="007B25B6"/>
    <w:rsid w:val="007F0B77"/>
    <w:rsid w:val="0081269F"/>
    <w:rsid w:val="00830A05"/>
    <w:rsid w:val="00831892"/>
    <w:rsid w:val="008754C3"/>
    <w:rsid w:val="008D5B74"/>
    <w:rsid w:val="00901816"/>
    <w:rsid w:val="0091236E"/>
    <w:rsid w:val="009867A3"/>
    <w:rsid w:val="009B4C22"/>
    <w:rsid w:val="009F2AA1"/>
    <w:rsid w:val="00AB3110"/>
    <w:rsid w:val="00AD0B4B"/>
    <w:rsid w:val="00AF7D44"/>
    <w:rsid w:val="00B00DE7"/>
    <w:rsid w:val="00B84509"/>
    <w:rsid w:val="00B9540F"/>
    <w:rsid w:val="00B977F1"/>
    <w:rsid w:val="00BC1D8D"/>
    <w:rsid w:val="00C152D6"/>
    <w:rsid w:val="00C31078"/>
    <w:rsid w:val="00C329D8"/>
    <w:rsid w:val="00CA0163"/>
    <w:rsid w:val="00CC2500"/>
    <w:rsid w:val="00CE3390"/>
    <w:rsid w:val="00CF1450"/>
    <w:rsid w:val="00D05421"/>
    <w:rsid w:val="00D30DAA"/>
    <w:rsid w:val="00DA4D87"/>
    <w:rsid w:val="00E14350"/>
    <w:rsid w:val="00E4089C"/>
    <w:rsid w:val="00E54E2C"/>
    <w:rsid w:val="00E73EF8"/>
    <w:rsid w:val="00EE137F"/>
    <w:rsid w:val="00F25C9C"/>
    <w:rsid w:val="00F419E7"/>
    <w:rsid w:val="00F8776C"/>
    <w:rsid w:val="00F95189"/>
    <w:rsid w:val="00FA6914"/>
    <w:rsid w:val="00FD6A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c9"/>
    </o:shapedefaults>
    <o:shapelayout v:ext="edit">
      <o:idmap v:ext="edit" data="1"/>
    </o:shapelayout>
  </w:shapeDefaults>
  <w:decimalSymbol w:val="."/>
  <w:listSeparator w:val=","/>
  <w14:docId w14:val="361B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BalloonText">
    <w:name w:val="Balloon Text"/>
    <w:basedOn w:val="Normal"/>
    <w:link w:val="BalloonTextChar"/>
    <w:rsid w:val="00EE137F"/>
    <w:pPr>
      <w:spacing w:after="0"/>
    </w:pPr>
    <w:rPr>
      <w:rFonts w:ascii="Tahoma" w:hAnsi="Tahoma" w:cs="Tahoma"/>
      <w:sz w:val="16"/>
      <w:szCs w:val="16"/>
    </w:rPr>
  </w:style>
  <w:style w:type="character" w:customStyle="1" w:styleId="BalloonTextChar">
    <w:name w:val="Balloon Text Char"/>
    <w:basedOn w:val="DefaultParagraphFont"/>
    <w:link w:val="BalloonText"/>
    <w:rsid w:val="00EE137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BalloonText">
    <w:name w:val="Balloon Text"/>
    <w:basedOn w:val="Normal"/>
    <w:link w:val="BalloonTextChar"/>
    <w:rsid w:val="00EE137F"/>
    <w:pPr>
      <w:spacing w:after="0"/>
    </w:pPr>
    <w:rPr>
      <w:rFonts w:ascii="Tahoma" w:hAnsi="Tahoma" w:cs="Tahoma"/>
      <w:sz w:val="16"/>
      <w:szCs w:val="16"/>
    </w:rPr>
  </w:style>
  <w:style w:type="character" w:customStyle="1" w:styleId="BalloonTextChar">
    <w:name w:val="Balloon Text Char"/>
    <w:basedOn w:val="DefaultParagraphFont"/>
    <w:link w:val="BalloonText"/>
    <w:rsid w:val="00EE137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11</TotalTime>
  <Pages>2</Pages>
  <Words>475</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9</cp:revision>
  <cp:lastPrinted>2014-09-24T11:02:00Z</cp:lastPrinted>
  <dcterms:created xsi:type="dcterms:W3CDTF">2014-09-02T15:51:00Z</dcterms:created>
  <dcterms:modified xsi:type="dcterms:W3CDTF">2014-10-23T09:28:00Z</dcterms:modified>
</cp:coreProperties>
</file>